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59DC8" w14:textId="72802702" w:rsidR="00D8053E" w:rsidRPr="00D8053E" w:rsidRDefault="00D8053E" w:rsidP="00D8053E">
      <w:pPr>
        <w:pStyle w:val="Heading2"/>
        <w:rPr>
          <w:sz w:val="52"/>
          <w:szCs w:val="52"/>
        </w:rPr>
      </w:pPr>
      <w:r w:rsidRPr="00D8053E">
        <w:rPr>
          <w:sz w:val="52"/>
          <w:szCs w:val="52"/>
        </w:rPr>
        <w:t xml:space="preserve">Merseyside Violence Reduction Partnership </w:t>
      </w:r>
      <w:r>
        <w:rPr>
          <w:sz w:val="52"/>
          <w:szCs w:val="52"/>
        </w:rPr>
        <w:t>–</w:t>
      </w:r>
      <w:r w:rsidRPr="00D8053E">
        <w:rPr>
          <w:sz w:val="52"/>
          <w:szCs w:val="52"/>
        </w:rPr>
        <w:t xml:space="preserve"> </w:t>
      </w:r>
      <w:r>
        <w:rPr>
          <w:sz w:val="52"/>
          <w:szCs w:val="52"/>
        </w:rPr>
        <w:br/>
      </w:r>
      <w:r w:rsidRPr="00D8053E">
        <w:rPr>
          <w:sz w:val="52"/>
          <w:szCs w:val="52"/>
        </w:rPr>
        <w:t>Trauma Informed Training</w:t>
      </w:r>
      <w:r>
        <w:rPr>
          <w:sz w:val="52"/>
          <w:szCs w:val="52"/>
        </w:rPr>
        <w:br/>
      </w:r>
      <w:r w:rsidRPr="00D8053E">
        <w:rPr>
          <w:sz w:val="22"/>
          <w:szCs w:val="22"/>
        </w:rPr>
        <w:t>Partner communications toolkit</w:t>
      </w:r>
    </w:p>
    <w:p w14:paraId="0197CAED" w14:textId="46D6472F" w:rsidR="00B93B45" w:rsidRPr="00057D22" w:rsidRDefault="006104BF" w:rsidP="00D8053E">
      <w:pPr>
        <w:pStyle w:val="Heading2"/>
        <w:rPr>
          <w:sz w:val="22"/>
          <w:szCs w:val="22"/>
        </w:rPr>
      </w:pPr>
      <w:r w:rsidRPr="00057D22">
        <w:rPr>
          <w:sz w:val="22"/>
          <w:szCs w:val="22"/>
        </w:rPr>
        <w:t>Information</w:t>
      </w:r>
    </w:p>
    <w:p w14:paraId="74A6DD4B" w14:textId="5EB2C8C1" w:rsidR="00D8053E" w:rsidRPr="00E5342F" w:rsidRDefault="00D8053E" w:rsidP="00D8053E">
      <w:r w:rsidRPr="003628BD">
        <w:t xml:space="preserve">This document </w:t>
      </w:r>
      <w:r>
        <w:t xml:space="preserve">aims to </w:t>
      </w:r>
      <w:r w:rsidR="00195873">
        <w:t>assist</w:t>
      </w:r>
      <w:r>
        <w:t xml:space="preserve"> public sector and third sector partners</w:t>
      </w:r>
      <w:r w:rsidR="00195873">
        <w:t xml:space="preserve"> across Merseyside</w:t>
      </w:r>
      <w:r w:rsidRPr="003628BD">
        <w:t xml:space="preserve"> </w:t>
      </w:r>
      <w:r>
        <w:t>to promote a new Trauma Informed Training package</w:t>
      </w:r>
      <w:r w:rsidR="00195873">
        <w:t xml:space="preserve"> delivered by the </w:t>
      </w:r>
      <w:hyperlink r:id="rId8" w:history="1">
        <w:r w:rsidR="00195873" w:rsidRPr="00195873">
          <w:rPr>
            <w:rStyle w:val="Hyperlink"/>
          </w:rPr>
          <w:t>Merseyside Violence Reduction Partnership (MVRP)</w:t>
        </w:r>
      </w:hyperlink>
      <w:r w:rsidR="00195873">
        <w:t xml:space="preserve">, </w:t>
      </w:r>
      <w:r>
        <w:t>which is now</w:t>
      </w:r>
      <w:r w:rsidR="00195873">
        <w:t xml:space="preserve"> available for free for all</w:t>
      </w:r>
      <w:r>
        <w:t xml:space="preserve"> their employees</w:t>
      </w:r>
      <w:r w:rsidR="00195873">
        <w:t>.</w:t>
      </w:r>
    </w:p>
    <w:p w14:paraId="37ADD586" w14:textId="3E12A4FC" w:rsidR="00D8053E" w:rsidRDefault="00D8053E" w:rsidP="00D8053E">
      <w:r>
        <w:t>The MVRP is offering this training package, which consists of four two-hour sessions on consecutive weeks over the course of a month, for free to all public sector and third sector professionals, particularly those who work to safeguard and support vulnerable adults and young people.</w:t>
      </w:r>
    </w:p>
    <w:p w14:paraId="22E534C5" w14:textId="77777777" w:rsidR="00D8053E" w:rsidRPr="002B03F2" w:rsidRDefault="00D8053E" w:rsidP="00D8053E">
      <w:pPr>
        <w:rPr>
          <w:color w:val="4D5156"/>
          <w:shd w:val="clear" w:color="auto" w:fill="FFFFFF"/>
        </w:rPr>
      </w:pPr>
      <w:r>
        <w:t>Evidence shows that trauma and adverse</w:t>
      </w:r>
      <w:r>
        <w:rPr>
          <w:color w:val="4D5156"/>
          <w:shd w:val="clear" w:color="auto" w:fill="FFFFFF"/>
        </w:rPr>
        <w:t xml:space="preserve"> childhood experiences (</w:t>
      </w:r>
      <w:r>
        <w:rPr>
          <w:rStyle w:val="Emphasis"/>
          <w:i w:val="0"/>
          <w:iCs w:val="0"/>
          <w:color w:val="5F6368"/>
          <w:shd w:val="clear" w:color="auto" w:fill="FFFFFF"/>
        </w:rPr>
        <w:t>ACEs</w:t>
      </w:r>
      <w:r>
        <w:rPr>
          <w:color w:val="4D5156"/>
          <w:shd w:val="clear" w:color="auto" w:fill="FFFFFF"/>
        </w:rPr>
        <w:t>) can have a significant impact on life opportunities, the likelihood of becoming involved with serious violence, and health and wellbeing.</w:t>
      </w:r>
    </w:p>
    <w:p w14:paraId="4E264128" w14:textId="77777777" w:rsidR="00D8053E" w:rsidRDefault="00D8053E" w:rsidP="00D8053E"/>
    <w:p w14:paraId="57FAD8CF" w14:textId="2DB55AF0" w:rsidR="00D8053E" w:rsidRDefault="00D8053E" w:rsidP="00D8053E">
      <w:r>
        <w:lastRenderedPageBreak/>
        <w:t xml:space="preserve">Delivered by industry experts, the </w:t>
      </w:r>
      <w:hyperlink r:id="rId9" w:history="1">
        <w:r w:rsidRPr="008C2DFB">
          <w:rPr>
            <w:rStyle w:val="Hyperlink"/>
          </w:rPr>
          <w:t>MVRP’s trauma informed training package</w:t>
        </w:r>
      </w:hyperlink>
      <w:r>
        <w:t xml:space="preserve"> focuses on supporting public sector organisations and their employees to understand how psychological trauma can impact individuals and highlights the implications it can have for their services. </w:t>
      </w:r>
    </w:p>
    <w:p w14:paraId="6CD6F188" w14:textId="5A3BC361" w:rsidR="00D8053E" w:rsidRDefault="00D8053E" w:rsidP="00D8053E">
      <w:pPr>
        <w:rPr>
          <w:color w:val="4D5156"/>
          <w:shd w:val="clear" w:color="auto" w:fill="FFFFFF"/>
        </w:rPr>
      </w:pPr>
      <w:r>
        <w:rPr>
          <w:color w:val="4D5156"/>
          <w:shd w:val="clear" w:color="auto" w:fill="FFFFFF"/>
        </w:rPr>
        <w:t>The four sessions are designed to help your employees to better understand the Neuroscience of how we learn and develop, covering subjects such as understanding vulnerability and the impact of trauma, recognising feelings and building trust and how to respond to a crisis, all of which are designed to empower your staff to better meet the needs of the communities you serve.</w:t>
      </w:r>
    </w:p>
    <w:p w14:paraId="5CED98C4" w14:textId="41C34312" w:rsidR="00D8053E" w:rsidRDefault="00D8053E" w:rsidP="00D8053E">
      <w:pPr>
        <w:rPr>
          <w:color w:val="4D5156"/>
          <w:shd w:val="clear" w:color="auto" w:fill="FFFFFF"/>
        </w:rPr>
      </w:pPr>
      <w:r>
        <w:rPr>
          <w:color w:val="4D5156"/>
          <w:shd w:val="clear" w:color="auto" w:fill="FFFFFF"/>
        </w:rPr>
        <w:t xml:space="preserve">More than 400 professionals across Merseyside have already taken the training. </w:t>
      </w:r>
    </w:p>
    <w:p w14:paraId="220A893F" w14:textId="29CEC801" w:rsidR="00D8053E" w:rsidRDefault="00D8053E" w:rsidP="00D8053E">
      <w:pPr>
        <w:rPr>
          <w:i/>
          <w:iCs/>
          <w:color w:val="4D5156"/>
          <w:shd w:val="clear" w:color="auto" w:fill="FFFFFF"/>
        </w:rPr>
      </w:pPr>
      <w:r w:rsidRPr="00195873">
        <w:rPr>
          <w:i/>
          <w:iCs/>
          <w:color w:val="4D5156"/>
          <w:shd w:val="clear" w:color="auto" w:fill="FFFFFF"/>
        </w:rPr>
        <w:t>By sharing information about this training with your employees</w:t>
      </w:r>
      <w:r w:rsidR="00195873">
        <w:rPr>
          <w:i/>
          <w:iCs/>
          <w:color w:val="4D5156"/>
          <w:shd w:val="clear" w:color="auto" w:fill="FFFFFF"/>
        </w:rPr>
        <w:t xml:space="preserve"> and encouraging them to sign up</w:t>
      </w:r>
      <w:r w:rsidRPr="00195873">
        <w:rPr>
          <w:i/>
          <w:iCs/>
          <w:color w:val="4D5156"/>
          <w:shd w:val="clear" w:color="auto" w:fill="FFFFFF"/>
        </w:rPr>
        <w:t>, you can help to create a workforce which is trauma informed - giving them a greater understanding of how different life experiences shape our options and life choices which in turn will influence and improve their interactions and decisions in work and daily life.</w:t>
      </w:r>
    </w:p>
    <w:p w14:paraId="250D7317" w14:textId="0D700EA6" w:rsidR="008C2DFB" w:rsidRPr="00195873" w:rsidRDefault="008C2DFB" w:rsidP="00D8053E">
      <w:pPr>
        <w:rPr>
          <w:i/>
          <w:iCs/>
          <w:color w:val="4D5156"/>
          <w:shd w:val="clear" w:color="auto" w:fill="FFFFFF"/>
        </w:rPr>
      </w:pPr>
      <w:r>
        <w:rPr>
          <w:i/>
          <w:iCs/>
          <w:color w:val="4D5156"/>
          <w:shd w:val="clear" w:color="auto" w:fill="FFFFFF"/>
        </w:rPr>
        <w:t xml:space="preserve">Find out more here: </w:t>
      </w:r>
      <w:hyperlink r:id="rId10" w:history="1">
        <w:r>
          <w:rPr>
            <w:rStyle w:val="Hyperlink"/>
          </w:rPr>
          <w:t>Trauma informed training - Merseyside Violence Reduction Partnership (merseysidevrp.com)</w:t>
        </w:r>
      </w:hyperlink>
    </w:p>
    <w:p w14:paraId="54D3A0C0" w14:textId="24FC992E" w:rsidR="005266F6" w:rsidRDefault="005266F6" w:rsidP="00652E74">
      <w:pPr>
        <w:jc w:val="center"/>
        <w:rPr>
          <w:sz w:val="22"/>
        </w:rPr>
      </w:pPr>
    </w:p>
    <w:p w14:paraId="087E56F1" w14:textId="77777777" w:rsidR="00D8053E" w:rsidRDefault="00D8053E" w:rsidP="00652E74">
      <w:pPr>
        <w:jc w:val="center"/>
        <w:rPr>
          <w:sz w:val="22"/>
        </w:rPr>
      </w:pPr>
    </w:p>
    <w:p w14:paraId="0AA8F97B" w14:textId="77777777" w:rsidR="00D8053E" w:rsidRDefault="00D8053E" w:rsidP="00652E74">
      <w:pPr>
        <w:jc w:val="center"/>
        <w:rPr>
          <w:sz w:val="22"/>
        </w:rPr>
      </w:pPr>
    </w:p>
    <w:p w14:paraId="18D87EB4" w14:textId="77777777" w:rsidR="00D8053E" w:rsidRPr="00057D22" w:rsidRDefault="00D8053E" w:rsidP="00652E74">
      <w:pPr>
        <w:jc w:val="center"/>
        <w:rPr>
          <w:sz w:val="22"/>
        </w:rPr>
      </w:pPr>
    </w:p>
    <w:p w14:paraId="0D9F937C" w14:textId="5919C02A" w:rsidR="00847239" w:rsidRPr="00057D22" w:rsidRDefault="00D8053E" w:rsidP="00847239">
      <w:pPr>
        <w:pStyle w:val="Heading2"/>
        <w:rPr>
          <w:sz w:val="22"/>
          <w:szCs w:val="22"/>
        </w:rPr>
      </w:pPr>
      <w:r>
        <w:rPr>
          <w:sz w:val="22"/>
          <w:szCs w:val="22"/>
        </w:rPr>
        <w:t>This toolkit</w:t>
      </w:r>
    </w:p>
    <w:p w14:paraId="57E047AE" w14:textId="32A63544" w:rsidR="00D8053E" w:rsidRDefault="00D8053E" w:rsidP="00D8053E">
      <w:r>
        <w:t>This toolkit contains:</w:t>
      </w:r>
    </w:p>
    <w:p w14:paraId="522AB93F" w14:textId="77777777" w:rsidR="00D8053E" w:rsidRDefault="00D8053E" w:rsidP="00D8053E">
      <w:pPr>
        <w:pStyle w:val="ListParagraph"/>
        <w:numPr>
          <w:ilvl w:val="0"/>
          <w:numId w:val="27"/>
        </w:numPr>
        <w:tabs>
          <w:tab w:val="left" w:pos="5670"/>
        </w:tabs>
        <w:spacing w:after="0"/>
      </w:pPr>
      <w:r w:rsidRPr="00706C04">
        <w:rPr>
          <w:b/>
          <w:bCs/>
        </w:rPr>
        <w:t>Template for</w:t>
      </w:r>
      <w:r>
        <w:rPr>
          <w:b/>
          <w:bCs/>
        </w:rPr>
        <w:t xml:space="preserve"> intranet page or internal</w:t>
      </w:r>
      <w:r w:rsidRPr="00706C04">
        <w:rPr>
          <w:b/>
          <w:bCs/>
        </w:rPr>
        <w:t xml:space="preserve"> newsletter</w:t>
      </w:r>
      <w:r>
        <w:rPr>
          <w:b/>
          <w:bCs/>
        </w:rPr>
        <w:t xml:space="preserve"> (below)</w:t>
      </w:r>
      <w:r>
        <w:t>– add your own quote or a paragraph from the point of view of your organisation.</w:t>
      </w:r>
    </w:p>
    <w:p w14:paraId="4C119A53" w14:textId="77777777" w:rsidR="00D8053E" w:rsidRDefault="00D8053E" w:rsidP="00D8053E">
      <w:pPr>
        <w:pStyle w:val="ListParagraph"/>
        <w:numPr>
          <w:ilvl w:val="0"/>
          <w:numId w:val="27"/>
        </w:numPr>
        <w:tabs>
          <w:tab w:val="left" w:pos="5670"/>
        </w:tabs>
        <w:spacing w:after="0"/>
      </w:pPr>
      <w:r w:rsidRPr="009964F2">
        <w:rPr>
          <w:b/>
          <w:bCs/>
        </w:rPr>
        <w:t>Images</w:t>
      </w:r>
      <w:r>
        <w:t xml:space="preserve"> that you can use in digital content such as an intranet page or newsletter.</w:t>
      </w:r>
    </w:p>
    <w:p w14:paraId="5A5A4655" w14:textId="5C49EECF" w:rsidR="00D8053E" w:rsidRDefault="00D8053E" w:rsidP="00D8053E">
      <w:pPr>
        <w:pStyle w:val="ListParagraph"/>
        <w:numPr>
          <w:ilvl w:val="0"/>
          <w:numId w:val="27"/>
        </w:numPr>
        <w:tabs>
          <w:tab w:val="left" w:pos="5670"/>
        </w:tabs>
        <w:spacing w:after="0"/>
      </w:pPr>
      <w:r>
        <w:rPr>
          <w:b/>
          <w:bCs/>
        </w:rPr>
        <w:t>E</w:t>
      </w:r>
      <w:r w:rsidRPr="009964F2">
        <w:rPr>
          <w:b/>
          <w:bCs/>
        </w:rPr>
        <w:t>xplainer video</w:t>
      </w:r>
      <w:r>
        <w:t xml:space="preserve"> to accompany intranet page or for social media and display screens</w:t>
      </w:r>
      <w:r w:rsidR="00E62AD3">
        <w:t>.</w:t>
      </w:r>
    </w:p>
    <w:p w14:paraId="5448FF19" w14:textId="77777777" w:rsidR="00D8053E" w:rsidRDefault="00D8053E" w:rsidP="00D8053E">
      <w:pPr>
        <w:pStyle w:val="ListParagraph"/>
        <w:numPr>
          <w:ilvl w:val="1"/>
          <w:numId w:val="27"/>
        </w:numPr>
        <w:tabs>
          <w:tab w:val="left" w:pos="5670"/>
        </w:tabs>
        <w:spacing w:after="0"/>
      </w:pPr>
      <w:r>
        <w:t>HD landscape, 2.20mins long</w:t>
      </w:r>
    </w:p>
    <w:p w14:paraId="0F6F4238" w14:textId="77777777" w:rsidR="00D8053E" w:rsidRDefault="00D8053E" w:rsidP="00D8053E">
      <w:pPr>
        <w:pStyle w:val="ListParagraph"/>
        <w:numPr>
          <w:ilvl w:val="1"/>
          <w:numId w:val="27"/>
        </w:numPr>
        <w:tabs>
          <w:tab w:val="left" w:pos="5670"/>
        </w:tabs>
        <w:spacing w:after="0"/>
      </w:pPr>
      <w:r>
        <w:t xml:space="preserve">You can also </w:t>
      </w:r>
      <w:r w:rsidRPr="00F046DA">
        <w:rPr>
          <w:b/>
          <w:bCs/>
        </w:rPr>
        <w:t>share the YouTube link</w:t>
      </w:r>
      <w:r>
        <w:t xml:space="preserve"> to this explainer video, hosted on the PCC’s YouTube channel: </w:t>
      </w:r>
      <w:hyperlink r:id="rId11" w:history="1">
        <w:r>
          <w:rPr>
            <w:rStyle w:val="Hyperlink"/>
          </w:rPr>
          <w:t>(1) Trauma Informed Training - YouTube</w:t>
        </w:r>
      </w:hyperlink>
    </w:p>
    <w:p w14:paraId="3A4C138B" w14:textId="77777777" w:rsidR="00D8053E" w:rsidRDefault="00D8053E" w:rsidP="00D8053E">
      <w:pPr>
        <w:pStyle w:val="ListParagraph"/>
        <w:numPr>
          <w:ilvl w:val="1"/>
          <w:numId w:val="27"/>
        </w:numPr>
        <w:tabs>
          <w:tab w:val="left" w:pos="5670"/>
        </w:tabs>
        <w:spacing w:after="0"/>
      </w:pPr>
      <w:r>
        <w:t xml:space="preserve">To </w:t>
      </w:r>
      <w:r w:rsidRPr="00F046DA">
        <w:rPr>
          <w:b/>
          <w:bCs/>
        </w:rPr>
        <w:t>embed this video on your web content</w:t>
      </w:r>
      <w:r>
        <w:t>, use this code snippet:</w:t>
      </w:r>
      <w:r>
        <w:br/>
      </w:r>
      <w:r w:rsidRPr="00BA5BDB">
        <w:t>&lt;iframe width="560" height="315" src="https://www.youtube.com/embed/hCjWdqni25M?si=GDU4t2BnWyr1SIvb" title="YouTube video player" frameborder="0" allow="accelerometer; autoplay; clipboard-write; encrypted-media; gyroscope; picture-in-picture; web-share" allowfullscreen&gt;&lt;/iframe&gt;</w:t>
      </w:r>
    </w:p>
    <w:p w14:paraId="3AB58994" w14:textId="1254DA5D" w:rsidR="00367515" w:rsidRDefault="00D8053E" w:rsidP="004612B4">
      <w:pPr>
        <w:pStyle w:val="ListParagraph"/>
        <w:numPr>
          <w:ilvl w:val="0"/>
          <w:numId w:val="27"/>
        </w:numPr>
        <w:tabs>
          <w:tab w:val="left" w:pos="5670"/>
        </w:tabs>
        <w:spacing w:after="0"/>
        <w:rPr>
          <w:sz w:val="22"/>
        </w:rPr>
      </w:pPr>
      <w:r w:rsidRPr="009907C5">
        <w:rPr>
          <w:b/>
          <w:bCs/>
        </w:rPr>
        <w:t>Static</w:t>
      </w:r>
      <w:r>
        <w:rPr>
          <w:b/>
          <w:bCs/>
        </w:rPr>
        <w:t xml:space="preserve"> </w:t>
      </w:r>
      <w:r w:rsidRPr="009907C5">
        <w:rPr>
          <w:b/>
          <w:bCs/>
        </w:rPr>
        <w:t>graphic</w:t>
      </w:r>
      <w:r>
        <w:rPr>
          <w:b/>
          <w:bCs/>
        </w:rPr>
        <w:t>s</w:t>
      </w:r>
      <w:r>
        <w:t xml:space="preserve"> for display screens</w:t>
      </w:r>
      <w:r w:rsidR="00E62AD3">
        <w:rPr>
          <w:sz w:val="22"/>
        </w:rPr>
        <w:t>.</w:t>
      </w:r>
      <w:r w:rsidR="0024374E" w:rsidRPr="00057D22">
        <w:rPr>
          <w:sz w:val="22"/>
        </w:rPr>
        <w:t xml:space="preserve"> </w:t>
      </w:r>
    </w:p>
    <w:p w14:paraId="640EE965" w14:textId="77777777" w:rsidR="00195873" w:rsidRPr="00195873" w:rsidRDefault="00195873" w:rsidP="00195873">
      <w:pPr>
        <w:tabs>
          <w:tab w:val="left" w:pos="5670"/>
        </w:tabs>
        <w:spacing w:after="0"/>
        <w:rPr>
          <w:sz w:val="22"/>
        </w:rPr>
      </w:pPr>
    </w:p>
    <w:p w14:paraId="540F8A86" w14:textId="52544149" w:rsidR="00847239" w:rsidRPr="00057D22" w:rsidRDefault="00D8053E" w:rsidP="00847239">
      <w:pPr>
        <w:pStyle w:val="Heading2"/>
        <w:rPr>
          <w:sz w:val="22"/>
          <w:szCs w:val="22"/>
        </w:rPr>
      </w:pPr>
      <w:r>
        <w:rPr>
          <w:sz w:val="22"/>
          <w:szCs w:val="22"/>
        </w:rPr>
        <w:lastRenderedPageBreak/>
        <w:t>Template for intranet / internal communications</w:t>
      </w:r>
    </w:p>
    <w:p w14:paraId="7B38274E" w14:textId="77777777" w:rsidR="00D8053E" w:rsidRPr="002B03F2" w:rsidRDefault="00D8053E" w:rsidP="00D8053E">
      <w:pPr>
        <w:spacing w:after="200" w:line="276" w:lineRule="auto"/>
        <w:rPr>
          <w:rFonts w:cs="Arial"/>
          <w:b/>
          <w:bCs/>
          <w:sz w:val="28"/>
          <w:szCs w:val="28"/>
          <w:lang w:eastAsia="en-GB"/>
        </w:rPr>
      </w:pPr>
      <w:r w:rsidRPr="002B03F2">
        <w:rPr>
          <w:rFonts w:cs="Arial"/>
          <w:b/>
          <w:bCs/>
          <w:sz w:val="28"/>
          <w:szCs w:val="28"/>
          <w:lang w:eastAsia="en-GB"/>
        </w:rPr>
        <w:t xml:space="preserve">Free trauma informed training </w:t>
      </w:r>
      <w:r>
        <w:rPr>
          <w:rFonts w:cs="Arial"/>
          <w:b/>
          <w:bCs/>
          <w:sz w:val="28"/>
          <w:szCs w:val="28"/>
          <w:lang w:eastAsia="en-GB"/>
        </w:rPr>
        <w:t>now available</w:t>
      </w:r>
    </w:p>
    <w:p w14:paraId="6BF279AB" w14:textId="0638700A" w:rsidR="00D8053E" w:rsidRDefault="00D8053E" w:rsidP="00D8053E">
      <w:r>
        <w:t>Are you supporting adults or young people?</w:t>
      </w:r>
    </w:p>
    <w:p w14:paraId="3D052097" w14:textId="3E2EE907" w:rsidR="00D8053E" w:rsidRDefault="00D8053E" w:rsidP="00D8053E">
      <w:r>
        <w:t>Do you work to safeguard the vulnerable in our communities?</w:t>
      </w:r>
    </w:p>
    <w:p w14:paraId="4C851392" w14:textId="28AE90A1" w:rsidR="00D8053E" w:rsidRDefault="00D8053E" w:rsidP="00D8053E">
      <w:r>
        <w:t>If you’re keen to help improve the outcomes for those you’re supporting by better understanding the impact and consequences of trauma, free training is now available.</w:t>
      </w:r>
    </w:p>
    <w:p w14:paraId="1D0AFC03" w14:textId="1E3B61E2" w:rsidR="00D8053E" w:rsidRDefault="00D8053E" w:rsidP="00D8053E">
      <w:r>
        <w:t xml:space="preserve">The Merseyside Violence Reduction Partnership (MVRP) is now offering </w:t>
      </w:r>
      <w:r w:rsidR="008C2DFB" w:rsidRPr="008C2DFB">
        <w:t>all public sector and third sector professionals, particularly those who work to safeguard and support vulnerable</w:t>
      </w:r>
      <w:r w:rsidR="008C2DFB">
        <w:t>,</w:t>
      </w:r>
      <w:r w:rsidR="008C2DFB" w:rsidRPr="008C2DFB">
        <w:t xml:space="preserve"> </w:t>
      </w:r>
      <w:r>
        <w:t xml:space="preserve">the opportunity to attend four 2-hour sessions over the course of a month focused on equipping you to improve your understanding of the impact trauma has on you, your colleagues, and the people your organisation supports. </w:t>
      </w:r>
    </w:p>
    <w:p w14:paraId="4FCEDB22" w14:textId="33264B2B" w:rsidR="00D8053E" w:rsidRPr="00D8053E" w:rsidRDefault="00D8053E" w:rsidP="00D8053E">
      <w:pPr>
        <w:rPr>
          <w:color w:val="4D5156"/>
          <w:shd w:val="clear" w:color="auto" w:fill="FFFFFF"/>
        </w:rPr>
      </w:pPr>
      <w:r>
        <w:t>Evidence shows that trauma and adverse</w:t>
      </w:r>
      <w:r>
        <w:rPr>
          <w:color w:val="4D5156"/>
          <w:shd w:val="clear" w:color="auto" w:fill="FFFFFF"/>
        </w:rPr>
        <w:t xml:space="preserve"> childhood experiences (</w:t>
      </w:r>
      <w:r>
        <w:rPr>
          <w:rStyle w:val="Emphasis"/>
          <w:i w:val="0"/>
          <w:iCs w:val="0"/>
          <w:color w:val="5F6368"/>
          <w:shd w:val="clear" w:color="auto" w:fill="FFFFFF"/>
        </w:rPr>
        <w:t>ACEs</w:t>
      </w:r>
      <w:r>
        <w:rPr>
          <w:color w:val="4D5156"/>
          <w:shd w:val="clear" w:color="auto" w:fill="FFFFFF"/>
        </w:rPr>
        <w:t>) can have a significant impact on life opportunities, the likelihood of becoming involved with serious violence, and health and wellbeing.</w:t>
      </w:r>
    </w:p>
    <w:p w14:paraId="606768EE" w14:textId="5F1E72B5" w:rsidR="00D8053E" w:rsidRPr="00D8053E" w:rsidRDefault="00D8053E" w:rsidP="00D8053E">
      <w:r>
        <w:lastRenderedPageBreak/>
        <w:t xml:space="preserve">Delivered by industry experts, the MVRP’s trauma informed training package focuses on supporting public sector organisations and their employees to understand how psychological trauma can impact individuals and highlights the implications it can have for their services. </w:t>
      </w:r>
    </w:p>
    <w:p w14:paraId="507415B4" w14:textId="2E236B89" w:rsidR="00D8053E" w:rsidRPr="00D8053E" w:rsidRDefault="00D8053E" w:rsidP="00D8053E">
      <w:pPr>
        <w:rPr>
          <w:color w:val="4D5156"/>
          <w:shd w:val="clear" w:color="auto" w:fill="FFFFFF"/>
        </w:rPr>
      </w:pPr>
      <w:r>
        <w:rPr>
          <w:color w:val="4D5156"/>
          <w:shd w:val="clear" w:color="auto" w:fill="FFFFFF"/>
        </w:rPr>
        <w:t xml:space="preserve">This training is designed to help you to become trauma informed, giving you a greater understanding of how different life experiences shape our options and life choices which in turn will influence our interactions and decisions in work and daily life. </w:t>
      </w:r>
    </w:p>
    <w:p w14:paraId="6DB27404" w14:textId="211A930E" w:rsidR="00D8053E" w:rsidRDefault="00D8053E" w:rsidP="00D8053E">
      <w:pPr>
        <w:rPr>
          <w:color w:val="4D5156"/>
          <w:shd w:val="clear" w:color="auto" w:fill="FFFFFF"/>
        </w:rPr>
      </w:pPr>
      <w:r>
        <w:rPr>
          <w:color w:val="4D5156"/>
          <w:shd w:val="clear" w:color="auto" w:fill="FFFFFF"/>
        </w:rPr>
        <w:t xml:space="preserve">The four sessions are designed to help you better understand the Neuroscience of how we learn and develop and cover subjects including understanding vulnerability and the impact of trauma, recognising </w:t>
      </w:r>
      <w:r w:rsidR="00E62AD3">
        <w:rPr>
          <w:color w:val="4D5156"/>
          <w:shd w:val="clear" w:color="auto" w:fill="FFFFFF"/>
        </w:rPr>
        <w:t>feelings,</w:t>
      </w:r>
      <w:r>
        <w:rPr>
          <w:color w:val="4D5156"/>
          <w:shd w:val="clear" w:color="auto" w:fill="FFFFFF"/>
        </w:rPr>
        <w:t xml:space="preserve"> and building trust and how to respond to a crisis, all designed to empower you to better meet the needs of the communities you serve.</w:t>
      </w:r>
    </w:p>
    <w:p w14:paraId="5BA8602A" w14:textId="1FB4CFA1" w:rsidR="00D8053E" w:rsidRDefault="00D8053E" w:rsidP="00D8053E">
      <w:pPr>
        <w:rPr>
          <w:color w:val="4D5156"/>
          <w:shd w:val="clear" w:color="auto" w:fill="FFFFFF"/>
        </w:rPr>
      </w:pPr>
      <w:r>
        <w:rPr>
          <w:color w:val="4D5156"/>
          <w:shd w:val="clear" w:color="auto" w:fill="FFFFFF"/>
        </w:rPr>
        <w:t xml:space="preserve">More than </w:t>
      </w:r>
      <w:r w:rsidRPr="001456AF">
        <w:rPr>
          <w:color w:val="4D5156"/>
          <w:shd w:val="clear" w:color="auto" w:fill="FFFFFF"/>
        </w:rPr>
        <w:t>400 professionals</w:t>
      </w:r>
      <w:r>
        <w:rPr>
          <w:color w:val="4D5156"/>
          <w:shd w:val="clear" w:color="auto" w:fill="FFFFFF"/>
        </w:rPr>
        <w:t xml:space="preserve"> across Merseyside have already taken the MVRP’s Trauma Informed Training and their feedback has already been overwhelmingly positive.</w:t>
      </w:r>
    </w:p>
    <w:p w14:paraId="2EA1E13D" w14:textId="768E230F" w:rsidR="00D8053E" w:rsidRDefault="00D8053E" w:rsidP="00D8053E">
      <w:pPr>
        <w:rPr>
          <w:color w:val="4D5156"/>
          <w:shd w:val="clear" w:color="auto" w:fill="FFFFFF"/>
        </w:rPr>
      </w:pPr>
      <w:r>
        <w:rPr>
          <w:b/>
          <w:bCs/>
          <w:color w:val="4D5156"/>
          <w:shd w:val="clear" w:color="auto" w:fill="FFFFFF"/>
        </w:rPr>
        <w:t>Drew Griffiths, Support Worker at Venus Charity said:</w:t>
      </w:r>
      <w:r>
        <w:rPr>
          <w:color w:val="4D5156"/>
          <w:shd w:val="clear" w:color="auto" w:fill="FFFFFF"/>
        </w:rPr>
        <w:t xml:space="preserve"> “My work is guiding young people around the dangers of organised crime groups and County Lines and by listening to other people’s stories I have been able to enhance my knowledge and experience. </w:t>
      </w:r>
    </w:p>
    <w:p w14:paraId="326B1DE7" w14:textId="45E3F2E8" w:rsidR="00D8053E" w:rsidRDefault="00D8053E" w:rsidP="00D8053E">
      <w:pPr>
        <w:rPr>
          <w:color w:val="4D5156"/>
          <w:shd w:val="clear" w:color="auto" w:fill="FFFFFF"/>
        </w:rPr>
      </w:pPr>
      <w:r>
        <w:rPr>
          <w:color w:val="4D5156"/>
          <w:shd w:val="clear" w:color="auto" w:fill="FFFFFF"/>
        </w:rPr>
        <w:t>“I would recommend the course 100%.”</w:t>
      </w:r>
    </w:p>
    <w:p w14:paraId="505C14C6" w14:textId="54EA7CE1" w:rsidR="00D8053E" w:rsidRDefault="00D8053E" w:rsidP="00D8053E">
      <w:pPr>
        <w:rPr>
          <w:color w:val="4D5156"/>
          <w:shd w:val="clear" w:color="auto" w:fill="FFFFFF"/>
        </w:rPr>
      </w:pPr>
      <w:r>
        <w:rPr>
          <w:b/>
          <w:bCs/>
          <w:color w:val="4D5156"/>
          <w:shd w:val="clear" w:color="auto" w:fill="FFFFFF"/>
        </w:rPr>
        <w:t xml:space="preserve">Sgt Kate Roberts from Merseyside Police said: </w:t>
      </w:r>
      <w:r>
        <w:rPr>
          <w:color w:val="4D5156"/>
          <w:shd w:val="clear" w:color="auto" w:fill="FFFFFF"/>
        </w:rPr>
        <w:t>“It’s not just working with vulnerable people where I know this will help. It’s also with myself, my family, and my colleagues.</w:t>
      </w:r>
    </w:p>
    <w:p w14:paraId="4A980326" w14:textId="6726DBD6" w:rsidR="00D8053E" w:rsidRDefault="00D8053E" w:rsidP="00D8053E">
      <w:pPr>
        <w:rPr>
          <w:color w:val="4D5156"/>
          <w:shd w:val="clear" w:color="auto" w:fill="FFFFFF"/>
        </w:rPr>
      </w:pPr>
      <w:r>
        <w:rPr>
          <w:color w:val="4D5156"/>
          <w:shd w:val="clear" w:color="auto" w:fill="FFFFFF"/>
        </w:rPr>
        <w:lastRenderedPageBreak/>
        <w:t xml:space="preserve">“By changing our understanding, we can improve outcomes and change the affects adverse childhood experiences have had.” </w:t>
      </w:r>
    </w:p>
    <w:p w14:paraId="3AEFDBC9" w14:textId="42C5B255" w:rsidR="00D8053E" w:rsidRDefault="00D8053E" w:rsidP="00D8053E">
      <w:pPr>
        <w:rPr>
          <w:color w:val="4D5156"/>
          <w:shd w:val="clear" w:color="auto" w:fill="FFFFFF"/>
        </w:rPr>
      </w:pPr>
      <w:r>
        <w:rPr>
          <w:b/>
          <w:bCs/>
          <w:color w:val="000000"/>
          <w:shd w:val="clear" w:color="auto" w:fill="FFFFFF"/>
        </w:rPr>
        <w:t>Jane Pepa, Education lead at MVRP and Trauma Informed Trainer said:</w:t>
      </w:r>
      <w:r>
        <w:rPr>
          <w:color w:val="000000"/>
          <w:shd w:val="clear" w:color="auto" w:fill="FFFFFF"/>
        </w:rPr>
        <w:t xml:space="preserve"> </w:t>
      </w:r>
      <w:r>
        <w:rPr>
          <w:color w:val="4D5156"/>
          <w:shd w:val="clear" w:color="auto" w:fill="FFFFFF"/>
        </w:rPr>
        <w:t xml:space="preserve">“It doesn’t matter which job you do, if you are public facing, supporting children or adults then this training is for you. </w:t>
      </w:r>
    </w:p>
    <w:p w14:paraId="1ECF811E" w14:textId="77777777" w:rsidR="00D8053E" w:rsidRDefault="00D8053E" w:rsidP="00D8053E">
      <w:pPr>
        <w:rPr>
          <w:color w:val="4D5156"/>
          <w:shd w:val="clear" w:color="auto" w:fill="FFFFFF"/>
        </w:rPr>
      </w:pPr>
      <w:r>
        <w:rPr>
          <w:color w:val="4D5156"/>
          <w:shd w:val="clear" w:color="auto" w:fill="FFFFFF"/>
        </w:rPr>
        <w:t>“By understanding our own personal experiences, we can create collaborators who work together for the betterment of the people we support across Merseyside.”</w:t>
      </w:r>
    </w:p>
    <w:p w14:paraId="1999203C" w14:textId="04C1EC00" w:rsidR="00D8053E" w:rsidRDefault="00D8053E" w:rsidP="00D8053E">
      <w:pPr>
        <w:rPr>
          <w:color w:val="4D5156"/>
          <w:shd w:val="clear" w:color="auto" w:fill="FFFFFF"/>
        </w:rPr>
      </w:pPr>
      <w:r w:rsidRPr="00D8053E">
        <w:rPr>
          <w:color w:val="4D5156"/>
          <w:highlight w:val="yellow"/>
          <w:shd w:val="clear" w:color="auto" w:fill="FFFFFF"/>
        </w:rPr>
        <w:t>ORGANISATION QUOTE: “Xxxxxxxxxxxxxxxxxxxxxxxxxxxxxxxxxxxxxxxxxxxxxxxxxxxxxxxxxxxxxxxxxxxxxxxxxxxxxxxxxxxxx xxxxxxxxxxxxxxxxxxxxxxxxxxxxxxxxxxxxxxxxx.”</w:t>
      </w:r>
    </w:p>
    <w:p w14:paraId="33DE90A6" w14:textId="1E875CBF" w:rsidR="00D8053E" w:rsidRDefault="00D8053E" w:rsidP="00D8053E">
      <w:pPr>
        <w:rPr>
          <w:color w:val="4D5156"/>
          <w:shd w:val="clear" w:color="auto" w:fill="FFFFFF"/>
        </w:rPr>
      </w:pPr>
      <w:r>
        <w:rPr>
          <w:color w:val="4D5156"/>
          <w:shd w:val="clear" w:color="auto" w:fill="FFFFFF"/>
        </w:rPr>
        <w:t xml:space="preserve">Courses are already filling up for the first quarter of the year so head to the MVRP website to book your place and begin your journey to a brighter, better equipped and more informed 2024. </w:t>
      </w:r>
    </w:p>
    <w:p w14:paraId="7C600618" w14:textId="77777777" w:rsidR="00D8053E" w:rsidRDefault="008C2DFB" w:rsidP="00D8053E">
      <w:pPr>
        <w:rPr>
          <w:color w:val="4D5156"/>
          <w:shd w:val="clear" w:color="auto" w:fill="FFFFFF"/>
        </w:rPr>
      </w:pPr>
      <w:hyperlink r:id="rId12" w:history="1">
        <w:r w:rsidR="00D8053E">
          <w:rPr>
            <w:rStyle w:val="Hyperlink"/>
          </w:rPr>
          <w:t>Events - Merseyside Violence Reduction Partners</w:t>
        </w:r>
        <w:r w:rsidR="00D8053E">
          <w:rPr>
            <w:rStyle w:val="Hyperlink"/>
          </w:rPr>
          <w:t>h</w:t>
        </w:r>
        <w:r w:rsidR="00D8053E">
          <w:rPr>
            <w:rStyle w:val="Hyperlink"/>
          </w:rPr>
          <w:t>ip (merseysidevrp.com)</w:t>
        </w:r>
      </w:hyperlink>
    </w:p>
    <w:p w14:paraId="28BABD00" w14:textId="77777777" w:rsidR="00D8053E" w:rsidRDefault="00D8053E" w:rsidP="00847239">
      <w:pPr>
        <w:pStyle w:val="Heading2"/>
        <w:rPr>
          <w:sz w:val="22"/>
          <w:szCs w:val="22"/>
        </w:rPr>
      </w:pPr>
    </w:p>
    <w:p w14:paraId="43E908F5" w14:textId="63066A04" w:rsidR="00847239" w:rsidRDefault="00195873" w:rsidP="00847239">
      <w:pPr>
        <w:pStyle w:val="Heading2"/>
        <w:rPr>
          <w:sz w:val="22"/>
          <w:szCs w:val="22"/>
        </w:rPr>
      </w:pPr>
      <w:r>
        <w:rPr>
          <w:sz w:val="22"/>
          <w:szCs w:val="22"/>
        </w:rPr>
        <w:br/>
      </w:r>
      <w:r>
        <w:rPr>
          <w:sz w:val="22"/>
          <w:szCs w:val="22"/>
        </w:rPr>
        <w:br/>
      </w:r>
      <w:r w:rsidR="00D8053E">
        <w:rPr>
          <w:sz w:val="22"/>
          <w:szCs w:val="22"/>
        </w:rPr>
        <w:t>Contact</w:t>
      </w:r>
      <w:r w:rsidR="004031CF" w:rsidRPr="00057D22">
        <w:rPr>
          <w:sz w:val="22"/>
          <w:szCs w:val="22"/>
        </w:rPr>
        <w:t xml:space="preserve"> Information</w:t>
      </w:r>
    </w:p>
    <w:p w14:paraId="66FD47D2" w14:textId="40AFEB2F" w:rsidR="00D8053E" w:rsidRPr="00D8053E" w:rsidRDefault="00D8053E" w:rsidP="00D8053E">
      <w:pPr>
        <w:rPr>
          <w:szCs w:val="24"/>
        </w:rPr>
      </w:pPr>
      <w:r w:rsidRPr="00E5342F">
        <w:t>If you have any queries about messaging or the assets provided in this toolkit, please contact</w:t>
      </w:r>
      <w:r>
        <w:t xml:space="preserve"> </w:t>
      </w:r>
      <w:r w:rsidRPr="00E5342F">
        <w:rPr>
          <w:szCs w:val="24"/>
        </w:rPr>
        <w:t xml:space="preserve">Chloe Griffiths, Press Secretary to the Police and Crime Commissioner: </w:t>
      </w:r>
      <w:r>
        <w:rPr>
          <w:szCs w:val="24"/>
        </w:rPr>
        <w:br/>
      </w:r>
      <w:hyperlink r:id="rId13" w:history="1">
        <w:r w:rsidRPr="00E304D8">
          <w:rPr>
            <w:rStyle w:val="Hyperlink"/>
            <w:szCs w:val="24"/>
          </w:rPr>
          <w:t>chloe.n.griffiths@merseysidepcc.info</w:t>
        </w:r>
      </w:hyperlink>
      <w:r>
        <w:rPr>
          <w:szCs w:val="24"/>
        </w:rPr>
        <w:br/>
      </w:r>
      <w:r w:rsidRPr="00E5342F">
        <w:t>(0151) 777 5193</w:t>
      </w:r>
      <w:r w:rsidRPr="00E5342F">
        <w:tab/>
      </w:r>
      <w:r>
        <w:rPr>
          <w:szCs w:val="24"/>
        </w:rPr>
        <w:br/>
      </w:r>
      <w:r w:rsidRPr="00E5342F">
        <w:t>07703108797</w:t>
      </w:r>
    </w:p>
    <w:p w14:paraId="028075E1" w14:textId="4D6EF23C" w:rsidR="00D8053E" w:rsidRPr="00D8053E" w:rsidRDefault="00D8053E" w:rsidP="00652E74">
      <w:r w:rsidRPr="00E5342F">
        <w:t>If you have any queries about</w:t>
      </w:r>
      <w:r>
        <w:t xml:space="preserve"> the training, please contact the MVRP Education Lead and Trauma Informed Trainer, Jane Pepa, on:</w:t>
      </w:r>
      <w:r>
        <w:br/>
        <w:t>(0151) 777 8734</w:t>
      </w:r>
      <w:r>
        <w:br/>
        <w:t>MerseysideVRP@merseyside.police.uk</w:t>
      </w:r>
    </w:p>
    <w:sectPr w:rsidR="00D8053E" w:rsidRPr="00D8053E" w:rsidSect="00D8053E">
      <w:headerReference w:type="default" r:id="rId14"/>
      <w:footerReference w:type="default" r:id="rId15"/>
      <w:pgSz w:w="16838" w:h="11906" w:orient="landscape"/>
      <w:pgMar w:top="1440" w:right="1440" w:bottom="1440" w:left="1440" w:header="283"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9633B" w14:textId="77777777" w:rsidR="00483587" w:rsidRDefault="00483587" w:rsidP="00B93B45">
      <w:pPr>
        <w:spacing w:after="0" w:line="240" w:lineRule="auto"/>
      </w:pPr>
      <w:r>
        <w:separator/>
      </w:r>
    </w:p>
  </w:endnote>
  <w:endnote w:type="continuationSeparator" w:id="0">
    <w:p w14:paraId="5D96BA98" w14:textId="77777777" w:rsidR="00483587" w:rsidRDefault="00483587" w:rsidP="00B93B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9195504"/>
      <w:docPartObj>
        <w:docPartGallery w:val="Page Numbers (Bottom of Page)"/>
        <w:docPartUnique/>
      </w:docPartObj>
    </w:sdtPr>
    <w:sdtEndPr/>
    <w:sdtContent>
      <w:sdt>
        <w:sdtPr>
          <w:id w:val="1728636285"/>
          <w:docPartObj>
            <w:docPartGallery w:val="Page Numbers (Top of Page)"/>
            <w:docPartUnique/>
          </w:docPartObj>
        </w:sdtPr>
        <w:sdtEndPr/>
        <w:sdtContent>
          <w:p w14:paraId="0607F5DC" w14:textId="6824064F" w:rsidR="00195873" w:rsidRDefault="00367515" w:rsidP="00D73DB8">
            <w:pPr>
              <w:pStyle w:val="Footer"/>
              <w:jc w:val="center"/>
              <w:rPr>
                <w:b/>
                <w:bCs/>
                <w:sz w:val="24"/>
                <w:szCs w:val="24"/>
              </w:rPr>
            </w:pPr>
            <w:r>
              <w:t xml:space="preserve">Page </w:t>
            </w:r>
            <w:r w:rsidRPr="00195873">
              <w:fldChar w:fldCharType="begin"/>
            </w:r>
            <w:r w:rsidRPr="00195873">
              <w:instrText xml:space="preserve"> PAGE </w:instrText>
            </w:r>
            <w:r w:rsidRPr="00195873">
              <w:fldChar w:fldCharType="separate"/>
            </w:r>
            <w:r w:rsidR="001616B4" w:rsidRPr="00195873">
              <w:t>4</w:t>
            </w:r>
            <w:r w:rsidRPr="00195873">
              <w:fldChar w:fldCharType="end"/>
            </w:r>
            <w:r w:rsidR="00195873" w:rsidRPr="00195873">
              <w:t xml:space="preserve"> - Merseyside Violence Reduction Partnership – Partner toolkit</w:t>
            </w:r>
          </w:p>
          <w:p w14:paraId="5C140FEB" w14:textId="65338F29" w:rsidR="00367515" w:rsidRDefault="008C2DFB" w:rsidP="00D73DB8">
            <w:pPr>
              <w:pStyle w:val="Footer"/>
              <w:jc w:val="center"/>
            </w:pPr>
          </w:p>
        </w:sdtContent>
      </w:sdt>
    </w:sdtContent>
  </w:sdt>
  <w:p w14:paraId="537308E7" w14:textId="77777777" w:rsidR="00195873" w:rsidRDefault="00195873"/>
  <w:p w14:paraId="46BA13DB" w14:textId="77777777" w:rsidR="00195873" w:rsidRDefault="0019587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BFFC16" w14:textId="77777777" w:rsidR="00483587" w:rsidRDefault="00483587" w:rsidP="00B93B45">
      <w:pPr>
        <w:spacing w:after="0" w:line="240" w:lineRule="auto"/>
      </w:pPr>
      <w:r>
        <w:separator/>
      </w:r>
    </w:p>
  </w:footnote>
  <w:footnote w:type="continuationSeparator" w:id="0">
    <w:p w14:paraId="26C9F022" w14:textId="77777777" w:rsidR="00483587" w:rsidRDefault="00483587" w:rsidP="00B93B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8978F" w14:textId="5B83AA92" w:rsidR="00195873" w:rsidRPr="00D8053E" w:rsidRDefault="00D8053E" w:rsidP="00D8053E">
    <w:pPr>
      <w:pStyle w:val="Header"/>
      <w:rPr>
        <w:color w:val="4472C4" w:themeColor="accent1"/>
      </w:rPr>
    </w:pPr>
    <w:r>
      <w:rPr>
        <w:noProof/>
      </w:rPr>
      <w:drawing>
        <wp:inline distT="0" distB="0" distL="0" distR="0" wp14:anchorId="7D32FAA6" wp14:editId="1E4A3F0F">
          <wp:extent cx="2085635" cy="1057275"/>
          <wp:effectExtent l="0" t="0" r="0" b="0"/>
          <wp:docPr id="1957733437" name="Picture 1" descr="A logo for the Merseyside Violence Reduction 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7733437" name="Picture 1" descr="A logo for the Merseyside Violence Reduction Pa"/>
                  <pic:cNvPicPr>
                    <a:picLocks noChangeAspect="1" noChangeArrowheads="1"/>
                  </pic:cNvPicPr>
                </pic:nvPicPr>
                <pic:blipFill rotWithShape="1">
                  <a:blip r:embed="rId1">
                    <a:extLst>
                      <a:ext uri="{28A0092B-C50C-407E-A947-70E740481C1C}">
                        <a14:useLocalDpi xmlns:a14="http://schemas.microsoft.com/office/drawing/2010/main" val="0"/>
                      </a:ext>
                    </a:extLst>
                  </a:blip>
                  <a:srcRect b="9016"/>
                  <a:stretch/>
                </pic:blipFill>
                <pic:spPr bwMode="auto">
                  <a:xfrm>
                    <a:off x="0" y="0"/>
                    <a:ext cx="2094586" cy="1061812"/>
                  </a:xfrm>
                  <a:prstGeom prst="rect">
                    <a:avLst/>
                  </a:prstGeom>
                  <a:noFill/>
                  <a:ln>
                    <a:noFill/>
                  </a:ln>
                  <a:extLst>
                    <a:ext uri="{53640926-AAD7-44D8-BBD7-CCE9431645EC}">
                      <a14:shadowObscured xmlns:a14="http://schemas.microsoft.com/office/drawing/2010/main"/>
                    </a:ext>
                  </a:extLst>
                </pic:spPr>
              </pic:pic>
            </a:graphicData>
          </a:graphic>
        </wp:inline>
      </w:drawing>
    </w:r>
    <w:r>
      <w:rPr>
        <w:color w:val="4472C4" w:themeColor="accent1"/>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776FA"/>
    <w:multiLevelType w:val="multilevel"/>
    <w:tmpl w:val="356E0A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681E6C"/>
    <w:multiLevelType w:val="hybridMultilevel"/>
    <w:tmpl w:val="9CAE3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7D5A78"/>
    <w:multiLevelType w:val="hybridMultilevel"/>
    <w:tmpl w:val="E18AFA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FE4569F"/>
    <w:multiLevelType w:val="hybridMultilevel"/>
    <w:tmpl w:val="C5F02D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DE63A0"/>
    <w:multiLevelType w:val="multilevel"/>
    <w:tmpl w:val="71925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A26CF9"/>
    <w:multiLevelType w:val="hybridMultilevel"/>
    <w:tmpl w:val="ADFC3B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26B1CCA"/>
    <w:multiLevelType w:val="hybridMultilevel"/>
    <w:tmpl w:val="313E90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31C0FC1"/>
    <w:multiLevelType w:val="hybridMultilevel"/>
    <w:tmpl w:val="11E86F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665217B"/>
    <w:multiLevelType w:val="multilevel"/>
    <w:tmpl w:val="045A4FE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28480E2B"/>
    <w:multiLevelType w:val="hybridMultilevel"/>
    <w:tmpl w:val="6AFE30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B201FB3"/>
    <w:multiLevelType w:val="hybridMultilevel"/>
    <w:tmpl w:val="A9E0A2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85E246A"/>
    <w:multiLevelType w:val="hybridMultilevel"/>
    <w:tmpl w:val="BDDEA79C"/>
    <w:lvl w:ilvl="0" w:tplc="2338991A">
      <w:start w:val="1"/>
      <w:numFmt w:val="bullet"/>
      <w:pStyle w:val="ListParagraph"/>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881C94"/>
    <w:multiLevelType w:val="hybridMultilevel"/>
    <w:tmpl w:val="0BB451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D0C307F"/>
    <w:multiLevelType w:val="hybridMultilevel"/>
    <w:tmpl w:val="75FCDA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4215EE6"/>
    <w:multiLevelType w:val="multilevel"/>
    <w:tmpl w:val="045A4FE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59C36E5"/>
    <w:multiLevelType w:val="multilevel"/>
    <w:tmpl w:val="4DD2C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84B38A3"/>
    <w:multiLevelType w:val="hybridMultilevel"/>
    <w:tmpl w:val="21285A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9713F52"/>
    <w:multiLevelType w:val="hybridMultilevel"/>
    <w:tmpl w:val="F2EE2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2524B3B"/>
    <w:multiLevelType w:val="multilevel"/>
    <w:tmpl w:val="9B5C8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5CA60DE"/>
    <w:multiLevelType w:val="hybridMultilevel"/>
    <w:tmpl w:val="55203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B46545F"/>
    <w:multiLevelType w:val="hybridMultilevel"/>
    <w:tmpl w:val="37C8583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1" w15:restartNumberingAfterBreak="0">
    <w:nsid w:val="60710C13"/>
    <w:multiLevelType w:val="multilevel"/>
    <w:tmpl w:val="BF98B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1AA066D"/>
    <w:multiLevelType w:val="hybridMultilevel"/>
    <w:tmpl w:val="2B0E1C64"/>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AFB5B26"/>
    <w:multiLevelType w:val="hybridMultilevel"/>
    <w:tmpl w:val="34983776"/>
    <w:lvl w:ilvl="0" w:tplc="F4947716">
      <w:start w:val="1"/>
      <w:numFmt w:val="decimal"/>
      <w:pStyle w:val="Numberedlist"/>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C7801D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CF04E7B"/>
    <w:multiLevelType w:val="hybridMultilevel"/>
    <w:tmpl w:val="2C3C430A"/>
    <w:lvl w:ilvl="0" w:tplc="E15C0A72">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DAF66A6"/>
    <w:multiLevelType w:val="hybridMultilevel"/>
    <w:tmpl w:val="7BFAAFB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99281853">
    <w:abstractNumId w:val="1"/>
  </w:num>
  <w:num w:numId="2" w16cid:durableId="581917112">
    <w:abstractNumId w:val="22"/>
  </w:num>
  <w:num w:numId="3" w16cid:durableId="971982309">
    <w:abstractNumId w:val="8"/>
  </w:num>
  <w:num w:numId="4" w16cid:durableId="397365882">
    <w:abstractNumId w:val="18"/>
  </w:num>
  <w:num w:numId="5" w16cid:durableId="1516264401">
    <w:abstractNumId w:val="12"/>
  </w:num>
  <w:num w:numId="6" w16cid:durableId="105540884">
    <w:abstractNumId w:val="21"/>
  </w:num>
  <w:num w:numId="7" w16cid:durableId="404114303">
    <w:abstractNumId w:val="7"/>
  </w:num>
  <w:num w:numId="8" w16cid:durableId="682054109">
    <w:abstractNumId w:val="4"/>
  </w:num>
  <w:num w:numId="9" w16cid:durableId="13505387">
    <w:abstractNumId w:val="0"/>
  </w:num>
  <w:num w:numId="10" w16cid:durableId="1339307265">
    <w:abstractNumId w:val="15"/>
  </w:num>
  <w:num w:numId="11" w16cid:durableId="1456406625">
    <w:abstractNumId w:val="13"/>
  </w:num>
  <w:num w:numId="12" w16cid:durableId="1732341447">
    <w:abstractNumId w:val="6"/>
  </w:num>
  <w:num w:numId="13" w16cid:durableId="1859658972">
    <w:abstractNumId w:val="5"/>
  </w:num>
  <w:num w:numId="14" w16cid:durableId="635335913">
    <w:abstractNumId w:val="24"/>
  </w:num>
  <w:num w:numId="15" w16cid:durableId="1998805599">
    <w:abstractNumId w:val="2"/>
  </w:num>
  <w:num w:numId="16" w16cid:durableId="1307202571">
    <w:abstractNumId w:val="25"/>
  </w:num>
  <w:num w:numId="17" w16cid:durableId="957251238">
    <w:abstractNumId w:val="14"/>
  </w:num>
  <w:num w:numId="18" w16cid:durableId="1663923453">
    <w:abstractNumId w:val="11"/>
  </w:num>
  <w:num w:numId="19" w16cid:durableId="307826304">
    <w:abstractNumId w:val="23"/>
  </w:num>
  <w:num w:numId="20" w16cid:durableId="3988662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72092970">
    <w:abstractNumId w:val="19"/>
  </w:num>
  <w:num w:numId="22" w16cid:durableId="1820030885">
    <w:abstractNumId w:val="10"/>
  </w:num>
  <w:num w:numId="23" w16cid:durableId="242878997">
    <w:abstractNumId w:val="9"/>
  </w:num>
  <w:num w:numId="24" w16cid:durableId="2059864372">
    <w:abstractNumId w:val="3"/>
  </w:num>
  <w:num w:numId="25" w16cid:durableId="730079803">
    <w:abstractNumId w:val="16"/>
  </w:num>
  <w:num w:numId="26" w16cid:durableId="1075055591">
    <w:abstractNumId w:val="17"/>
  </w:num>
  <w:num w:numId="27" w16cid:durableId="53288425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ocumentProtection w:formatting="1" w:enforcement="0"/>
  <w:styleLockTheme/>
  <w:styleLockQFSet/>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16B4"/>
    <w:rsid w:val="000012FE"/>
    <w:rsid w:val="00010CEA"/>
    <w:rsid w:val="000117C8"/>
    <w:rsid w:val="000259E4"/>
    <w:rsid w:val="00057D22"/>
    <w:rsid w:val="00094C33"/>
    <w:rsid w:val="0009750E"/>
    <w:rsid w:val="00137E17"/>
    <w:rsid w:val="001456AF"/>
    <w:rsid w:val="001616B4"/>
    <w:rsid w:val="00174F33"/>
    <w:rsid w:val="001878BF"/>
    <w:rsid w:val="0019521F"/>
    <w:rsid w:val="00195873"/>
    <w:rsid w:val="001C71B7"/>
    <w:rsid w:val="002150E8"/>
    <w:rsid w:val="002236DE"/>
    <w:rsid w:val="002330CB"/>
    <w:rsid w:val="0024294D"/>
    <w:rsid w:val="0024374E"/>
    <w:rsid w:val="00260F6F"/>
    <w:rsid w:val="002C7089"/>
    <w:rsid w:val="002D641F"/>
    <w:rsid w:val="00367515"/>
    <w:rsid w:val="003E11F8"/>
    <w:rsid w:val="004031CF"/>
    <w:rsid w:val="004612B4"/>
    <w:rsid w:val="00483587"/>
    <w:rsid w:val="00496151"/>
    <w:rsid w:val="005266F6"/>
    <w:rsid w:val="00556F7D"/>
    <w:rsid w:val="005C1EAE"/>
    <w:rsid w:val="006023CB"/>
    <w:rsid w:val="00607B08"/>
    <w:rsid w:val="006104BF"/>
    <w:rsid w:val="00652E74"/>
    <w:rsid w:val="006734CD"/>
    <w:rsid w:val="00681629"/>
    <w:rsid w:val="00690A11"/>
    <w:rsid w:val="00691423"/>
    <w:rsid w:val="007A5D1B"/>
    <w:rsid w:val="007D2B2D"/>
    <w:rsid w:val="007D74DB"/>
    <w:rsid w:val="007E146A"/>
    <w:rsid w:val="00847239"/>
    <w:rsid w:val="00851445"/>
    <w:rsid w:val="008C2DFB"/>
    <w:rsid w:val="008D6936"/>
    <w:rsid w:val="00910D69"/>
    <w:rsid w:val="00930B0F"/>
    <w:rsid w:val="009325C4"/>
    <w:rsid w:val="00940894"/>
    <w:rsid w:val="0097600C"/>
    <w:rsid w:val="00984F41"/>
    <w:rsid w:val="009A2721"/>
    <w:rsid w:val="009C1519"/>
    <w:rsid w:val="00A25B68"/>
    <w:rsid w:val="00A9765A"/>
    <w:rsid w:val="00AA7858"/>
    <w:rsid w:val="00AC14F9"/>
    <w:rsid w:val="00B90683"/>
    <w:rsid w:val="00B93B45"/>
    <w:rsid w:val="00B95917"/>
    <w:rsid w:val="00BA368F"/>
    <w:rsid w:val="00BA5183"/>
    <w:rsid w:val="00C32564"/>
    <w:rsid w:val="00C349FE"/>
    <w:rsid w:val="00C64A7E"/>
    <w:rsid w:val="00C902A2"/>
    <w:rsid w:val="00CD2724"/>
    <w:rsid w:val="00CF1423"/>
    <w:rsid w:val="00D6765E"/>
    <w:rsid w:val="00D73DB8"/>
    <w:rsid w:val="00D8053E"/>
    <w:rsid w:val="00DB1826"/>
    <w:rsid w:val="00DE6182"/>
    <w:rsid w:val="00DF2B2E"/>
    <w:rsid w:val="00E62AD3"/>
    <w:rsid w:val="00E71860"/>
    <w:rsid w:val="00F05F72"/>
    <w:rsid w:val="00F27791"/>
    <w:rsid w:val="00F74722"/>
    <w:rsid w:val="00FC1779"/>
    <w:rsid w:val="00FD4A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DEAC88"/>
  <w15:chartTrackingRefBased/>
  <w15:docId w15:val="{B06DD2C3-FD73-4795-AA37-39B2D4E92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12FE"/>
    <w:pPr>
      <w:spacing w:after="240" w:line="360" w:lineRule="auto"/>
    </w:pPr>
    <w:rPr>
      <w:rFonts w:ascii="Arial" w:hAnsi="Arial"/>
      <w:sz w:val="24"/>
    </w:rPr>
  </w:style>
  <w:style w:type="paragraph" w:styleId="Heading1">
    <w:name w:val="heading 1"/>
    <w:basedOn w:val="Normal"/>
    <w:next w:val="Normal"/>
    <w:link w:val="Heading1Char"/>
    <w:uiPriority w:val="9"/>
    <w:qFormat/>
    <w:rsid w:val="006104BF"/>
    <w:pPr>
      <w:keepNext/>
      <w:keepLines/>
      <w:spacing w:after="440"/>
      <w:outlineLvl w:val="0"/>
    </w:pPr>
    <w:rPr>
      <w:rFonts w:eastAsiaTheme="majorEastAsia" w:cstheme="majorBidi"/>
      <w:b/>
      <w:color w:val="000000" w:themeColor="text1"/>
      <w:sz w:val="44"/>
      <w:szCs w:val="32"/>
    </w:rPr>
  </w:style>
  <w:style w:type="paragraph" w:styleId="Heading2">
    <w:name w:val="heading 2"/>
    <w:basedOn w:val="Normal"/>
    <w:next w:val="Normal"/>
    <w:link w:val="Heading2Char"/>
    <w:uiPriority w:val="9"/>
    <w:unhideWhenUsed/>
    <w:qFormat/>
    <w:rsid w:val="006023CB"/>
    <w:pPr>
      <w:keepNext/>
      <w:keepLines/>
      <w:pBdr>
        <w:bottom w:val="single" w:sz="48" w:space="1" w:color="522E91"/>
      </w:pBdr>
      <w:spacing w:after="360"/>
      <w:outlineLvl w:val="1"/>
    </w:pPr>
    <w:rPr>
      <w:rFonts w:eastAsiaTheme="majorEastAsia" w:cstheme="majorBidi"/>
      <w:b/>
      <w:color w:val="522E91"/>
      <w:sz w:val="36"/>
      <w:szCs w:val="26"/>
    </w:rPr>
  </w:style>
  <w:style w:type="paragraph" w:styleId="Heading3">
    <w:name w:val="heading 3"/>
    <w:basedOn w:val="Normal"/>
    <w:next w:val="Normal"/>
    <w:link w:val="Heading3Char"/>
    <w:uiPriority w:val="9"/>
    <w:unhideWhenUsed/>
    <w:qFormat/>
    <w:rsid w:val="00FC1779"/>
    <w:pPr>
      <w:keepNext/>
      <w:keepLines/>
      <w:spacing w:after="280"/>
      <w:outlineLvl w:val="2"/>
    </w:pPr>
    <w:rPr>
      <w:rFonts w:eastAsiaTheme="majorEastAsia" w:cstheme="majorBidi"/>
      <w:b/>
      <w:color w:val="000000" w:themeColor="text1"/>
      <w:sz w:val="28"/>
      <w:szCs w:val="24"/>
    </w:rPr>
  </w:style>
  <w:style w:type="paragraph" w:styleId="Heading4">
    <w:name w:val="heading 4"/>
    <w:basedOn w:val="Normal"/>
    <w:next w:val="Normal"/>
    <w:link w:val="Heading4Char"/>
    <w:uiPriority w:val="9"/>
    <w:unhideWhenUsed/>
    <w:qFormat/>
    <w:rsid w:val="000012FE"/>
    <w:pPr>
      <w:keepNext/>
      <w:keepLines/>
      <w:outlineLvl w:val="3"/>
    </w:pPr>
    <w:rPr>
      <w:rFonts w:eastAsiaTheme="majorEastAsia" w:cstheme="majorBidi"/>
      <w:b/>
      <w:iCs/>
    </w:rPr>
  </w:style>
  <w:style w:type="paragraph" w:styleId="Heading5">
    <w:name w:val="heading 5"/>
    <w:basedOn w:val="Normal"/>
    <w:next w:val="Normal"/>
    <w:link w:val="Heading5Char"/>
    <w:uiPriority w:val="9"/>
    <w:semiHidden/>
    <w:unhideWhenUsed/>
    <w:qFormat/>
    <w:rsid w:val="000012FE"/>
    <w:pPr>
      <w:keepNext/>
      <w:keepLines/>
      <w:outlineLvl w:val="4"/>
    </w:pPr>
    <w:rPr>
      <w:rFonts w:eastAsiaTheme="majorEastAsia"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05F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3F0065"/>
      </w:tcPr>
    </w:tblStylePr>
  </w:style>
  <w:style w:type="character" w:customStyle="1" w:styleId="Heading1Char">
    <w:name w:val="Heading 1 Char"/>
    <w:basedOn w:val="DefaultParagraphFont"/>
    <w:link w:val="Heading1"/>
    <w:uiPriority w:val="9"/>
    <w:rsid w:val="006104BF"/>
    <w:rPr>
      <w:rFonts w:ascii="Arial" w:eastAsiaTheme="majorEastAsia" w:hAnsi="Arial" w:cstheme="majorBidi"/>
      <w:b/>
      <w:color w:val="000000" w:themeColor="text1"/>
      <w:sz w:val="44"/>
      <w:szCs w:val="32"/>
    </w:rPr>
  </w:style>
  <w:style w:type="character" w:customStyle="1" w:styleId="Heading2Char">
    <w:name w:val="Heading 2 Char"/>
    <w:basedOn w:val="DefaultParagraphFont"/>
    <w:link w:val="Heading2"/>
    <w:uiPriority w:val="9"/>
    <w:rsid w:val="006023CB"/>
    <w:rPr>
      <w:rFonts w:ascii="Arial" w:eastAsiaTheme="majorEastAsia" w:hAnsi="Arial" w:cstheme="majorBidi"/>
      <w:b/>
      <w:color w:val="522E91"/>
      <w:sz w:val="36"/>
      <w:szCs w:val="26"/>
    </w:rPr>
  </w:style>
  <w:style w:type="character" w:customStyle="1" w:styleId="Heading3Char">
    <w:name w:val="Heading 3 Char"/>
    <w:basedOn w:val="DefaultParagraphFont"/>
    <w:link w:val="Heading3"/>
    <w:uiPriority w:val="9"/>
    <w:rsid w:val="00FC1779"/>
    <w:rPr>
      <w:rFonts w:ascii="Arial" w:eastAsiaTheme="majorEastAsia" w:hAnsi="Arial" w:cstheme="majorBidi"/>
      <w:b/>
      <w:color w:val="000000" w:themeColor="text1"/>
      <w:sz w:val="28"/>
      <w:szCs w:val="24"/>
    </w:rPr>
  </w:style>
  <w:style w:type="paragraph" w:styleId="Footer">
    <w:name w:val="footer"/>
    <w:basedOn w:val="Normal"/>
    <w:link w:val="FooterChar"/>
    <w:uiPriority w:val="99"/>
    <w:unhideWhenUsed/>
    <w:rsid w:val="00FC1779"/>
    <w:pPr>
      <w:tabs>
        <w:tab w:val="center" w:pos="4513"/>
        <w:tab w:val="right" w:pos="9026"/>
      </w:tabs>
      <w:spacing w:after="0"/>
    </w:pPr>
    <w:rPr>
      <w:sz w:val="20"/>
    </w:rPr>
  </w:style>
  <w:style w:type="character" w:customStyle="1" w:styleId="FooterChar">
    <w:name w:val="Footer Char"/>
    <w:basedOn w:val="DefaultParagraphFont"/>
    <w:link w:val="Footer"/>
    <w:uiPriority w:val="99"/>
    <w:rsid w:val="00FC1779"/>
    <w:rPr>
      <w:rFonts w:ascii="Arial" w:hAnsi="Arial"/>
      <w:sz w:val="20"/>
    </w:rPr>
  </w:style>
  <w:style w:type="paragraph" w:styleId="Caption">
    <w:name w:val="caption"/>
    <w:basedOn w:val="Normal"/>
    <w:next w:val="Normal"/>
    <w:uiPriority w:val="35"/>
    <w:unhideWhenUsed/>
    <w:qFormat/>
    <w:rsid w:val="000012FE"/>
    <w:pPr>
      <w:spacing w:after="200" w:line="240" w:lineRule="auto"/>
    </w:pPr>
    <w:rPr>
      <w:i/>
      <w:iCs/>
      <w:color w:val="000000" w:themeColor="text1"/>
      <w:sz w:val="20"/>
      <w:szCs w:val="18"/>
    </w:rPr>
  </w:style>
  <w:style w:type="table" w:styleId="TableGridLight">
    <w:name w:val="Grid Table Light"/>
    <w:basedOn w:val="TableNormal"/>
    <w:uiPriority w:val="40"/>
    <w:rsid w:val="002150E8"/>
    <w:pPr>
      <w:spacing w:after="0" w:line="240" w:lineRule="auto"/>
    </w:pPr>
    <w:rPr>
      <w:rFonts w:ascii="Arial" w:hAnsi="Arial"/>
    </w:rPr>
    <w:tblPr/>
    <w:trPr>
      <w:cantSplit/>
      <w:tblHeader/>
    </w:trPr>
    <w:tcPr>
      <w:vAlign w:val="center"/>
    </w:tcPr>
  </w:style>
  <w:style w:type="paragraph" w:styleId="ListParagraph">
    <w:name w:val="List Paragraph"/>
    <w:basedOn w:val="Normal"/>
    <w:uiPriority w:val="34"/>
    <w:qFormat/>
    <w:rsid w:val="000012FE"/>
    <w:pPr>
      <w:numPr>
        <w:numId w:val="18"/>
      </w:numPr>
      <w:spacing w:after="440"/>
      <w:ind w:left="357" w:hanging="357"/>
      <w:contextualSpacing/>
    </w:pPr>
  </w:style>
  <w:style w:type="paragraph" w:styleId="Header">
    <w:name w:val="header"/>
    <w:basedOn w:val="Normal"/>
    <w:link w:val="HeaderChar"/>
    <w:uiPriority w:val="99"/>
    <w:unhideWhenUsed/>
    <w:rsid w:val="00DB1826"/>
    <w:pPr>
      <w:tabs>
        <w:tab w:val="center" w:pos="4513"/>
        <w:tab w:val="right" w:pos="9026"/>
      </w:tabs>
      <w:spacing w:after="0"/>
    </w:pPr>
    <w:rPr>
      <w:color w:val="000000" w:themeColor="text1"/>
    </w:rPr>
  </w:style>
  <w:style w:type="character" w:customStyle="1" w:styleId="HeaderChar">
    <w:name w:val="Header Char"/>
    <w:basedOn w:val="DefaultParagraphFont"/>
    <w:link w:val="Header"/>
    <w:uiPriority w:val="99"/>
    <w:rsid w:val="00DB1826"/>
    <w:rPr>
      <w:rFonts w:ascii="Arial" w:hAnsi="Arial"/>
      <w:color w:val="000000" w:themeColor="text1"/>
    </w:rPr>
  </w:style>
  <w:style w:type="character" w:styleId="PlaceholderText">
    <w:name w:val="Placeholder Text"/>
    <w:basedOn w:val="DefaultParagraphFont"/>
    <w:uiPriority w:val="99"/>
    <w:semiHidden/>
    <w:rsid w:val="00B93B45"/>
    <w:rPr>
      <w:color w:val="808080"/>
    </w:rPr>
  </w:style>
  <w:style w:type="paragraph" w:styleId="Subtitle">
    <w:name w:val="Subtitle"/>
    <w:basedOn w:val="Normal"/>
    <w:next w:val="Normal"/>
    <w:link w:val="SubtitleChar"/>
    <w:uiPriority w:val="11"/>
    <w:qFormat/>
    <w:rsid w:val="004612B4"/>
    <w:pPr>
      <w:numPr>
        <w:ilvl w:val="1"/>
      </w:numPr>
      <w:spacing w:after="160"/>
    </w:pPr>
    <w:rPr>
      <w:rFonts w:eastAsiaTheme="minorEastAsia"/>
      <w:b/>
      <w:color w:val="404040" w:themeColor="text1" w:themeTint="BF"/>
      <w:spacing w:val="15"/>
    </w:rPr>
  </w:style>
  <w:style w:type="character" w:customStyle="1" w:styleId="SubtitleChar">
    <w:name w:val="Subtitle Char"/>
    <w:basedOn w:val="DefaultParagraphFont"/>
    <w:link w:val="Subtitle"/>
    <w:uiPriority w:val="11"/>
    <w:rsid w:val="004612B4"/>
    <w:rPr>
      <w:rFonts w:ascii="Arial" w:eastAsiaTheme="minorEastAsia" w:hAnsi="Arial"/>
      <w:b/>
      <w:color w:val="404040" w:themeColor="text1" w:themeTint="BF"/>
      <w:spacing w:val="15"/>
      <w:sz w:val="24"/>
    </w:rPr>
  </w:style>
  <w:style w:type="character" w:styleId="Strong">
    <w:name w:val="Strong"/>
    <w:basedOn w:val="DefaultParagraphFont"/>
    <w:uiPriority w:val="22"/>
    <w:qFormat/>
    <w:rsid w:val="003E11F8"/>
    <w:rPr>
      <w:b/>
      <w:bCs/>
    </w:rPr>
  </w:style>
  <w:style w:type="table" w:styleId="PlainTable1">
    <w:name w:val="Plain Table 1"/>
    <w:basedOn w:val="TableNormal"/>
    <w:uiPriority w:val="41"/>
    <w:rsid w:val="00C349F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NormalWeb">
    <w:name w:val="Normal (Web)"/>
    <w:basedOn w:val="Normal"/>
    <w:uiPriority w:val="99"/>
    <w:semiHidden/>
    <w:unhideWhenUsed/>
    <w:rsid w:val="009325C4"/>
    <w:pPr>
      <w:spacing w:before="100" w:beforeAutospacing="1" w:after="100" w:afterAutospacing="1" w:line="240" w:lineRule="auto"/>
    </w:pPr>
    <w:rPr>
      <w:rFonts w:ascii="Times New Roman" w:eastAsia="Times New Roman" w:hAnsi="Times New Roman" w:cs="Times New Roman"/>
      <w:szCs w:val="24"/>
      <w:lang w:eastAsia="en-GB"/>
    </w:rPr>
  </w:style>
  <w:style w:type="character" w:styleId="Hyperlink">
    <w:name w:val="Hyperlink"/>
    <w:basedOn w:val="DefaultParagraphFont"/>
    <w:uiPriority w:val="99"/>
    <w:unhideWhenUsed/>
    <w:rsid w:val="009325C4"/>
    <w:rPr>
      <w:color w:val="0000FF"/>
      <w:u w:val="single"/>
    </w:rPr>
  </w:style>
  <w:style w:type="character" w:customStyle="1" w:styleId="UnresolvedMention1">
    <w:name w:val="Unresolved Mention1"/>
    <w:basedOn w:val="DefaultParagraphFont"/>
    <w:uiPriority w:val="99"/>
    <w:semiHidden/>
    <w:unhideWhenUsed/>
    <w:rsid w:val="009A2721"/>
    <w:rPr>
      <w:color w:val="605E5C"/>
      <w:shd w:val="clear" w:color="auto" w:fill="E1DFDD"/>
    </w:rPr>
  </w:style>
  <w:style w:type="character" w:customStyle="1" w:styleId="Heading4Char">
    <w:name w:val="Heading 4 Char"/>
    <w:basedOn w:val="DefaultParagraphFont"/>
    <w:link w:val="Heading4"/>
    <w:uiPriority w:val="9"/>
    <w:rsid w:val="000012FE"/>
    <w:rPr>
      <w:rFonts w:ascii="Arial" w:eastAsiaTheme="majorEastAsia" w:hAnsi="Arial" w:cstheme="majorBidi"/>
      <w:b/>
      <w:iCs/>
      <w:sz w:val="24"/>
    </w:rPr>
  </w:style>
  <w:style w:type="character" w:styleId="Emphasis">
    <w:name w:val="Emphasis"/>
    <w:basedOn w:val="DefaultParagraphFont"/>
    <w:uiPriority w:val="20"/>
    <w:qFormat/>
    <w:rsid w:val="001C71B7"/>
    <w:rPr>
      <w:i/>
      <w:iCs/>
    </w:rPr>
  </w:style>
  <w:style w:type="paragraph" w:styleId="TOCHeading">
    <w:name w:val="TOC Heading"/>
    <w:basedOn w:val="Heading1"/>
    <w:next w:val="Normal"/>
    <w:uiPriority w:val="39"/>
    <w:unhideWhenUsed/>
    <w:qFormat/>
    <w:rsid w:val="00C902A2"/>
    <w:pPr>
      <w:spacing w:before="240" w:after="0" w:line="259" w:lineRule="auto"/>
      <w:outlineLvl w:val="9"/>
    </w:pPr>
    <w:rPr>
      <w:rFonts w:asciiTheme="majorHAnsi" w:hAnsiTheme="majorHAnsi"/>
      <w:b w:val="0"/>
      <w:color w:val="2F5496" w:themeColor="accent1" w:themeShade="BF"/>
      <w:sz w:val="32"/>
      <w:lang w:val="en-US"/>
    </w:rPr>
  </w:style>
  <w:style w:type="paragraph" w:styleId="TOC1">
    <w:name w:val="toc 1"/>
    <w:basedOn w:val="Normal"/>
    <w:next w:val="Normal"/>
    <w:autoRedefine/>
    <w:uiPriority w:val="39"/>
    <w:unhideWhenUsed/>
    <w:rsid w:val="00C902A2"/>
    <w:pPr>
      <w:spacing w:after="100"/>
    </w:pPr>
  </w:style>
  <w:style w:type="paragraph" w:styleId="TOC2">
    <w:name w:val="toc 2"/>
    <w:basedOn w:val="Normal"/>
    <w:next w:val="Normal"/>
    <w:autoRedefine/>
    <w:uiPriority w:val="39"/>
    <w:unhideWhenUsed/>
    <w:rsid w:val="00C902A2"/>
    <w:pPr>
      <w:spacing w:after="100"/>
      <w:ind w:left="240"/>
    </w:pPr>
  </w:style>
  <w:style w:type="paragraph" w:styleId="TOC3">
    <w:name w:val="toc 3"/>
    <w:basedOn w:val="Normal"/>
    <w:next w:val="Normal"/>
    <w:autoRedefine/>
    <w:uiPriority w:val="39"/>
    <w:unhideWhenUsed/>
    <w:rsid w:val="00C902A2"/>
    <w:pPr>
      <w:spacing w:after="100"/>
      <w:ind w:left="480"/>
    </w:pPr>
  </w:style>
  <w:style w:type="paragraph" w:styleId="BalloonText">
    <w:name w:val="Balloon Text"/>
    <w:basedOn w:val="Normal"/>
    <w:link w:val="BalloonTextChar"/>
    <w:uiPriority w:val="99"/>
    <w:semiHidden/>
    <w:unhideWhenUsed/>
    <w:rsid w:val="00607B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7B08"/>
    <w:rPr>
      <w:rFonts w:ascii="Segoe UI" w:hAnsi="Segoe UI" w:cs="Segoe UI"/>
      <w:sz w:val="18"/>
      <w:szCs w:val="18"/>
    </w:rPr>
  </w:style>
  <w:style w:type="paragraph" w:styleId="Title">
    <w:name w:val="Title"/>
    <w:basedOn w:val="Normal"/>
    <w:next w:val="Normal"/>
    <w:link w:val="TitleChar"/>
    <w:uiPriority w:val="10"/>
    <w:qFormat/>
    <w:rsid w:val="000012FE"/>
    <w:pPr>
      <w:spacing w:after="560" w:line="240" w:lineRule="auto"/>
      <w:contextualSpacing/>
    </w:pPr>
    <w:rPr>
      <w:rFonts w:eastAsiaTheme="majorEastAsia" w:cstheme="majorBidi"/>
      <w:b/>
      <w:color w:val="522E91"/>
      <w:spacing w:val="-10"/>
      <w:kern w:val="28"/>
      <w:sz w:val="56"/>
      <w:szCs w:val="56"/>
    </w:rPr>
  </w:style>
  <w:style w:type="character" w:customStyle="1" w:styleId="TitleChar">
    <w:name w:val="Title Char"/>
    <w:basedOn w:val="DefaultParagraphFont"/>
    <w:link w:val="Title"/>
    <w:uiPriority w:val="10"/>
    <w:rsid w:val="000012FE"/>
    <w:rPr>
      <w:rFonts w:ascii="Arial" w:eastAsiaTheme="majorEastAsia" w:hAnsi="Arial" w:cstheme="majorBidi"/>
      <w:b/>
      <w:color w:val="522E91"/>
      <w:spacing w:val="-10"/>
      <w:kern w:val="28"/>
      <w:sz w:val="56"/>
      <w:szCs w:val="56"/>
    </w:rPr>
  </w:style>
  <w:style w:type="character" w:customStyle="1" w:styleId="Heading5Char">
    <w:name w:val="Heading 5 Char"/>
    <w:basedOn w:val="DefaultParagraphFont"/>
    <w:link w:val="Heading5"/>
    <w:uiPriority w:val="9"/>
    <w:semiHidden/>
    <w:rsid w:val="000012FE"/>
    <w:rPr>
      <w:rFonts w:ascii="Arial" w:eastAsiaTheme="majorEastAsia" w:hAnsi="Arial" w:cstheme="majorBidi"/>
      <w:color w:val="2F5496" w:themeColor="accent1" w:themeShade="BF"/>
      <w:sz w:val="24"/>
    </w:rPr>
  </w:style>
  <w:style w:type="paragraph" w:customStyle="1" w:styleId="Numberedlist">
    <w:name w:val="Numbered list"/>
    <w:basedOn w:val="ListParagraph"/>
    <w:next w:val="Normal"/>
    <w:qFormat/>
    <w:rsid w:val="00AC14F9"/>
    <w:pPr>
      <w:numPr>
        <w:numId w:val="19"/>
      </w:numPr>
      <w:ind w:left="357" w:hanging="357"/>
    </w:pPr>
  </w:style>
  <w:style w:type="character" w:styleId="UnresolvedMention">
    <w:name w:val="Unresolved Mention"/>
    <w:basedOn w:val="DefaultParagraphFont"/>
    <w:uiPriority w:val="99"/>
    <w:semiHidden/>
    <w:unhideWhenUsed/>
    <w:rsid w:val="00D8053E"/>
    <w:rPr>
      <w:color w:val="605E5C"/>
      <w:shd w:val="clear" w:color="auto" w:fill="E1DFDD"/>
    </w:rPr>
  </w:style>
  <w:style w:type="character" w:styleId="FollowedHyperlink">
    <w:name w:val="FollowedHyperlink"/>
    <w:basedOn w:val="DefaultParagraphFont"/>
    <w:uiPriority w:val="99"/>
    <w:semiHidden/>
    <w:unhideWhenUsed/>
    <w:rsid w:val="008C2DF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388945">
      <w:bodyDiv w:val="1"/>
      <w:marLeft w:val="0"/>
      <w:marRight w:val="0"/>
      <w:marTop w:val="0"/>
      <w:marBottom w:val="0"/>
      <w:divBdr>
        <w:top w:val="none" w:sz="0" w:space="0" w:color="auto"/>
        <w:left w:val="none" w:sz="0" w:space="0" w:color="auto"/>
        <w:bottom w:val="none" w:sz="0" w:space="0" w:color="auto"/>
        <w:right w:val="none" w:sz="0" w:space="0" w:color="auto"/>
      </w:divBdr>
    </w:div>
    <w:div w:id="1202018428">
      <w:bodyDiv w:val="1"/>
      <w:marLeft w:val="0"/>
      <w:marRight w:val="0"/>
      <w:marTop w:val="0"/>
      <w:marBottom w:val="0"/>
      <w:divBdr>
        <w:top w:val="none" w:sz="0" w:space="0" w:color="auto"/>
        <w:left w:val="none" w:sz="0" w:space="0" w:color="auto"/>
        <w:bottom w:val="none" w:sz="0" w:space="0" w:color="auto"/>
        <w:right w:val="none" w:sz="0" w:space="0" w:color="auto"/>
      </w:divBdr>
    </w:div>
    <w:div w:id="1330670702">
      <w:bodyDiv w:val="1"/>
      <w:marLeft w:val="0"/>
      <w:marRight w:val="0"/>
      <w:marTop w:val="0"/>
      <w:marBottom w:val="0"/>
      <w:divBdr>
        <w:top w:val="none" w:sz="0" w:space="0" w:color="auto"/>
        <w:left w:val="none" w:sz="0" w:space="0" w:color="auto"/>
        <w:bottom w:val="none" w:sz="0" w:space="0" w:color="auto"/>
        <w:right w:val="none" w:sz="0" w:space="0" w:color="auto"/>
      </w:divBdr>
    </w:div>
    <w:div w:id="1346059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seysidevrp.com/" TargetMode="External"/><Relationship Id="rId13" Type="http://schemas.openxmlformats.org/officeDocument/2006/relationships/hyperlink" Target="mailto:chloe.n.griffiths@merseysidepcc.inf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br01.safelinks.protection.outlook.com/?url=https%3A%2F%2Fwww.merseysidevrp.com%2Fwhats-happening%2Fevents%2F%3Faction%3Dsearch_events%26view_id%3D800142937%26em_search%3D%26category%3D14%26scope%3Dfuture&amp;data=05%7C02%7CChloe.Griffiths%40merseysidepcc.info%7C241be3a3bbe24edbe33208dc0b99e894%7Cf3955ea24c5d4e27ab8df6f577fa122d%7C0%7C0%7C638398002862345518%7CUnknown%7CTWFpbGZsb3d8eyJWIjoiMC4wLjAwMDAiLCJQIjoiV2luMzIiLCJBTiI6Ik1haWwiLCJXVCI6Mn0%3D%7C3000%7C%7C%7C&amp;sdata=IuubUU84r8vUSQienABTob9bavCDwJXeoemHYbl5eS8%3D&amp;reserved=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hCjWdqni25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merseysidevrp.com/our-projects/trauma-informed-training/" TargetMode="External"/><Relationship Id="rId4" Type="http://schemas.openxmlformats.org/officeDocument/2006/relationships/settings" Target="settings.xml"/><Relationship Id="rId9" Type="http://schemas.openxmlformats.org/officeDocument/2006/relationships/hyperlink" Target="https://www.merseysidevrp.com/our-projects/trauma-informed-training/"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cAndrewD\AppData\Local\Microsoft\Windows\INetCache\Content.Outlook\G4F5EA4O\Briefing%20Note%20-%20Summer%20Intervention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97B199-B48A-4276-A236-88746A444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Briefing Note - Summer Interventions.dotx</Template>
  <TotalTime>23</TotalTime>
  <Pages>7</Pages>
  <Words>1138</Words>
  <Characters>6489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Management team report</vt:lpstr>
    </vt:vector>
  </TitlesOfParts>
  <Company/>
  <LinksUpToDate>false</LinksUpToDate>
  <CharactersWithSpaces>7612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Management team report</dc:title>
  <dc:subject/>
  <dc:creator>McAndrew, Debi</dc:creator>
  <cp:keywords>report;management</cp:keywords>
  <dc:description/>
  <cp:lastModifiedBy>Griffiths Chloe Natalie York</cp:lastModifiedBy>
  <cp:revision>7</cp:revision>
  <cp:lastPrinted>2023-03-07T09:37:00Z</cp:lastPrinted>
  <dcterms:created xsi:type="dcterms:W3CDTF">2024-01-03T13:54:00Z</dcterms:created>
  <dcterms:modified xsi:type="dcterms:W3CDTF">2024-01-08T12:02:00Z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e7215e5-6892-44c5-bd87-118363e84c39_Enabled">
    <vt:lpwstr>true</vt:lpwstr>
  </property>
  <property fmtid="{D5CDD505-2E9C-101B-9397-08002B2CF9AE}" pid="3" name="MSIP_Label_fe7215e5-6892-44c5-bd87-118363e84c39_SetDate">
    <vt:lpwstr>2024-01-03T13:54:11Z</vt:lpwstr>
  </property>
  <property fmtid="{D5CDD505-2E9C-101B-9397-08002B2CF9AE}" pid="4" name="MSIP_Label_fe7215e5-6892-44c5-bd87-118363e84c39_Method">
    <vt:lpwstr>Standard</vt:lpwstr>
  </property>
  <property fmtid="{D5CDD505-2E9C-101B-9397-08002B2CF9AE}" pid="5" name="MSIP_Label_fe7215e5-6892-44c5-bd87-118363e84c39_Name">
    <vt:lpwstr>OFFICIAL</vt:lpwstr>
  </property>
  <property fmtid="{D5CDD505-2E9C-101B-9397-08002B2CF9AE}" pid="6" name="MSIP_Label_fe7215e5-6892-44c5-bd87-118363e84c39_SiteId">
    <vt:lpwstr>f3955ea2-4c5d-4e27-ab8d-f6f577fa122d</vt:lpwstr>
  </property>
  <property fmtid="{D5CDD505-2E9C-101B-9397-08002B2CF9AE}" pid="7" name="MSIP_Label_fe7215e5-6892-44c5-bd87-118363e84c39_ActionId">
    <vt:lpwstr>78c133e4-7073-4fae-8ae5-8ff891560746</vt:lpwstr>
  </property>
  <property fmtid="{D5CDD505-2E9C-101B-9397-08002B2CF9AE}" pid="8" name="MSIP_Label_fe7215e5-6892-44c5-bd87-118363e84c39_ContentBits">
    <vt:lpwstr>0</vt:lpwstr>
  </property>
</Properties>
</file>